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00D66">
        <w:rPr>
          <w:rFonts w:ascii="Corbel" w:hAnsi="Corbel"/>
          <w:i/>
          <w:smallCaps/>
          <w:sz w:val="24"/>
          <w:szCs w:val="24"/>
        </w:rPr>
        <w:t>20</w:t>
      </w:r>
      <w:r w:rsidR="00BA32F9">
        <w:rPr>
          <w:rFonts w:ascii="Corbel" w:hAnsi="Corbel"/>
          <w:i/>
          <w:smallCaps/>
          <w:sz w:val="24"/>
          <w:szCs w:val="24"/>
        </w:rPr>
        <w:t>21</w:t>
      </w:r>
      <w:r w:rsidR="00F00D66">
        <w:rPr>
          <w:rFonts w:ascii="Corbel" w:hAnsi="Corbel"/>
          <w:i/>
          <w:smallCaps/>
          <w:sz w:val="24"/>
          <w:szCs w:val="24"/>
        </w:rPr>
        <w:t>/202</w:t>
      </w:r>
      <w:r w:rsidR="00BA32F9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61FBE">
        <w:rPr>
          <w:rFonts w:ascii="Corbel" w:hAnsi="Corbel"/>
          <w:sz w:val="20"/>
          <w:szCs w:val="20"/>
        </w:rPr>
        <w:t xml:space="preserve">ok akademicki </w:t>
      </w:r>
      <w:r w:rsidR="00F00D66">
        <w:rPr>
          <w:rFonts w:ascii="Corbel" w:hAnsi="Corbel"/>
          <w:sz w:val="20"/>
          <w:szCs w:val="20"/>
        </w:rPr>
        <w:t>202</w:t>
      </w:r>
      <w:r w:rsidR="00BA32F9">
        <w:rPr>
          <w:rFonts w:ascii="Corbel" w:hAnsi="Corbel"/>
          <w:sz w:val="20"/>
          <w:szCs w:val="20"/>
        </w:rPr>
        <w:t>2</w:t>
      </w:r>
      <w:r w:rsidR="00F00D66">
        <w:rPr>
          <w:rFonts w:ascii="Corbel" w:hAnsi="Corbel"/>
          <w:sz w:val="20"/>
          <w:szCs w:val="20"/>
        </w:rPr>
        <w:t>/202</w:t>
      </w:r>
      <w:r w:rsidR="00BA32F9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57755" w:rsidRDefault="009D1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7755">
              <w:rPr>
                <w:rFonts w:ascii="Corbel" w:hAnsi="Corbel"/>
                <w:sz w:val="24"/>
                <w:szCs w:val="24"/>
              </w:rPr>
              <w:t>Diagnostyka pedagogiczna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668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668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57755" w:rsidRDefault="00C57755" w:rsidP="009C54AE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51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1116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51B7A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i 4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D6720E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20E" w:rsidRPr="009C54AE" w:rsidTr="00D6720E">
        <w:tc>
          <w:tcPr>
            <w:tcW w:w="2694" w:type="dxa"/>
            <w:vAlign w:val="center"/>
          </w:tcPr>
          <w:p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720E" w:rsidRPr="009C54AE" w:rsidRDefault="00D6720E" w:rsidP="00D672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Gruca-Miąsik, prof. UR</w:t>
            </w:r>
          </w:p>
        </w:tc>
      </w:tr>
      <w:tr w:rsidR="00D6720E" w:rsidRPr="009C54AE" w:rsidTr="00D6720E">
        <w:tc>
          <w:tcPr>
            <w:tcW w:w="2694" w:type="dxa"/>
            <w:vAlign w:val="center"/>
          </w:tcPr>
          <w:p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720E" w:rsidRPr="009C54AE" w:rsidRDefault="00D6720E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51B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i 4</w:t>
            </w:r>
            <w:r w:rsidR="00D672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7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7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7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302FB" w:rsidRDefault="008302FB" w:rsidP="008302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5556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="0055562E" w:rsidRDefault="0055562E" w:rsidP="005556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8302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8302FB" w:rsidRDefault="00D672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02FB">
              <w:rPr>
                <w:rFonts w:ascii="Corbel" w:hAnsi="Corbel"/>
                <w:b w:val="0"/>
                <w:smallCaps w:val="0"/>
                <w:szCs w:val="24"/>
              </w:rPr>
              <w:t>Zaliczenie zajęć z przedmiotów: wprowadzenie do pedagogiki, pedagogika rodziny</w:t>
            </w:r>
            <w:r w:rsidR="008302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hAnsi="Corbel" w:cs="Calibri"/>
                <w:b w:val="0"/>
                <w:sz w:val="24"/>
                <w:szCs w:val="24"/>
              </w:rPr>
              <w:t>Zapoznanie studentów z podstawowymi zasadami projektowania i przeprowadzania badań diagnostycznych w pedagogice, metodami, technikami i narzędziami wykorzystywanymi w diagnozowaniu pedagogicznym w oparciu o teoretyczne założenia działalności diagnostycznej z uwzględnieniem determinantów jej przebiegu.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720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6720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720E">
              <w:rPr>
                <w:rFonts w:ascii="Corbel" w:hAnsi="Corbel"/>
                <w:b w:val="0"/>
                <w:sz w:val="24"/>
                <w:szCs w:val="24"/>
              </w:rPr>
              <w:t>Wyposażenie studentów w umiejętności diagnozowania i interpretacji danych uzyskanych z badań oraz projektowania pedagogicznego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6720E">
              <w:rPr>
                <w:rFonts w:ascii="Corbel" w:hAnsi="Corbel"/>
                <w:b w:val="0"/>
                <w:sz w:val="24"/>
                <w:szCs w:val="24"/>
              </w:rPr>
              <w:t>zachowaniem  profesjonalnych postaw etyczno-moralnych.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720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8723EC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>Przygotowanie do prawidłowego sposobu gromadzenia dokumentacji z przebiegu procesu diagnostycznego, do współpracy z instytucjami pomocowymi i zespołami interdycyplinarnymi oraz do samorozwoju.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DB1E3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Wymieni i scharakteryzuje metody, techniki i narzędzia badawcze wykorzystywane w badaniach pedagogicznych</w:t>
            </w:r>
            <w:r w:rsidR="00D93843" w:rsidRPr="00392F6A"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C700C" w:rsidRPr="00392F6A" w:rsidRDefault="00B6423E" w:rsidP="00D9384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Opisze</w:t>
            </w:r>
            <w:r w:rsidR="007C700C" w:rsidRPr="00392F6A">
              <w:rPr>
                <w:rFonts w:ascii="Corbel" w:hAnsi="Corbel" w:cs="Times New Roman"/>
              </w:rPr>
              <w:t xml:space="preserve"> diagnostyczne wskaźniki prawidłowo funkcjonujących</w:t>
            </w:r>
            <w:r w:rsidRPr="00392F6A">
              <w:rPr>
                <w:rFonts w:ascii="Corbel" w:hAnsi="Corbel" w:cs="Times New Roman"/>
              </w:rPr>
              <w:t xml:space="preserve"> środowisk wychowawczych i </w:t>
            </w:r>
            <w:r w:rsidR="00D93843" w:rsidRPr="00392F6A">
              <w:rPr>
                <w:rFonts w:ascii="Corbel" w:hAnsi="Corbel" w:cs="Times New Roman"/>
              </w:rPr>
              <w:t>wskaże</w:t>
            </w:r>
            <w:r w:rsidR="007C700C" w:rsidRPr="00392F6A">
              <w:rPr>
                <w:rFonts w:ascii="Corbel" w:hAnsi="Corbel" w:cs="Times New Roman"/>
              </w:rPr>
              <w:t xml:space="preserve"> różnice pomiędzy normą a dysfunkcjonalnością.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Wymieni i opisze wskaźniki diagnostyczne zaburzeń, niepowodzeń edukacyjnych i nieprawidłowości w zachowaniu uczestników procesów edukacyjnych oraz deprywacji potrzeb.  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C700C" w:rsidRPr="00392F6A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Prawidłowo </w:t>
            </w:r>
            <w:r w:rsidR="00B6423E" w:rsidRPr="00392F6A">
              <w:rPr>
                <w:rFonts w:ascii="Corbel" w:hAnsi="Corbel" w:cs="Times New Roman"/>
              </w:rPr>
              <w:t>z</w:t>
            </w:r>
            <w:r w:rsidRPr="00392F6A">
              <w:rPr>
                <w:rFonts w:ascii="Corbel" w:hAnsi="Corbel" w:cs="Times New Roman"/>
              </w:rPr>
              <w:t>interpretuje wybrane przykłady badań diagnostycznych, zaprojektuje i zrealizuje badania diagnostyczne w postaci studium indywidualnego przypadku, zinterpretuje wyniki i sformułuje wnioski.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C700C" w:rsidRPr="00436C87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ewaluacji i oceny przeprowadzonego studium przypadku 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7C700C" w:rsidRPr="009A6A28" w:rsidRDefault="00392F6A" w:rsidP="00392F6A">
            <w:pPr>
              <w:pStyle w:val="Default"/>
              <w:jc w:val="both"/>
              <w:rPr>
                <w:rFonts w:ascii="Corbel" w:hAnsi="Corbel" w:cs="Calibri"/>
                <w:color w:val="auto"/>
              </w:rPr>
            </w:pPr>
            <w:r w:rsidRPr="009A6A28">
              <w:rPr>
                <w:rFonts w:ascii="Corbel" w:hAnsi="Corbel" w:cs="Calibri"/>
                <w:color w:val="auto"/>
              </w:rPr>
              <w:t>Przeanalizuje znaczenie badań diagnostycznych dla rozwoju środowisk społecznych, opisze możliwość ich wykorzystan</w:t>
            </w:r>
            <w:r w:rsidR="009A6A28" w:rsidRPr="009A6A28">
              <w:rPr>
                <w:rFonts w:ascii="Corbel" w:hAnsi="Corbel" w:cs="Calibri"/>
                <w:color w:val="auto"/>
              </w:rPr>
              <w:t>i</w:t>
            </w:r>
            <w:r w:rsidRPr="009A6A28">
              <w:rPr>
                <w:rFonts w:ascii="Corbel" w:hAnsi="Corbel" w:cs="Calibri"/>
                <w:color w:val="auto"/>
              </w:rPr>
              <w:t>a w praktyce.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423E" w:rsidRPr="00392F6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8723E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Semestr pierwszy: </w:t>
            </w:r>
            <w:r w:rsidRPr="00041BA1">
              <w:rPr>
                <w:rFonts w:ascii="Corbel" w:hAnsi="Corbel"/>
                <w:sz w:val="24"/>
                <w:szCs w:val="24"/>
              </w:rPr>
              <w:t>Pojęcia związane z procesem diagnostycznym, sposoby diagnozowania, zakres i ogólne etapy postępowania diagnostycznego.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lastRenderedPageBreak/>
              <w:t>Cechy diagnostyczne przedmiotów, typy diagnoz, rodzaje i metody d</w:t>
            </w:r>
            <w:r>
              <w:rPr>
                <w:rFonts w:ascii="Corbel" w:hAnsi="Corbel"/>
                <w:sz w:val="24"/>
                <w:szCs w:val="24"/>
              </w:rPr>
              <w:t>obrej diagnozy.   Uwarunkowania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procesu diagnostycznego.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Geneza i rozwój diagnostyki pedagogicznej.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Diagnoza pedagogiczna w pracy opiekuńczo-wycho</w:t>
            </w:r>
            <w:r>
              <w:rPr>
                <w:rFonts w:ascii="Corbel" w:hAnsi="Corbel"/>
                <w:sz w:val="24"/>
                <w:szCs w:val="24"/>
              </w:rPr>
              <w:t>wawczej. Diagnozowanie potrzeb.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Studium indywidualnych przypadków – opis i przykłady.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Metodologiczne podstawy diagnozy pedagogicznej.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Metody, techniki i narzędzia wykorzystywane w diagnozowaniu pedagogicznym.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Semestr drugi: </w:t>
            </w:r>
            <w:r w:rsidRPr="00041BA1">
              <w:rPr>
                <w:rFonts w:ascii="Corbel" w:hAnsi="Corbel"/>
                <w:sz w:val="24"/>
                <w:szCs w:val="24"/>
              </w:rPr>
              <w:t>Diagnozowanie w działalności pedagogicznej. Diagnoza edukacyjna.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Diagnoza środowiska wychowawczego rodziny.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Diagnozowanie agresji i przemocy w życiu dziecka.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Diagnostyczna działalność pedagoga szkolnego.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Diagnozowanie zaburzeń</w:t>
            </w:r>
            <w:r>
              <w:rPr>
                <w:rFonts w:ascii="Corbel" w:hAnsi="Corbel"/>
                <w:sz w:val="24"/>
                <w:szCs w:val="24"/>
              </w:rPr>
              <w:t xml:space="preserve"> zachowania, wskaźniki.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</w:t>
            </w:r>
            <w:r w:rsidRPr="00041BA1">
              <w:rPr>
                <w:rFonts w:ascii="Corbel" w:hAnsi="Corbel"/>
                <w:sz w:val="24"/>
                <w:szCs w:val="24"/>
              </w:rPr>
              <w:t>niedostosowania społecznego i zagrożenia nie</w:t>
            </w:r>
            <w:r>
              <w:rPr>
                <w:rFonts w:ascii="Corbel" w:hAnsi="Corbel"/>
                <w:sz w:val="24"/>
                <w:szCs w:val="24"/>
              </w:rPr>
              <w:t>dostosowaniem oraz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trudności wychowawczych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umiejętności komunikacyjnych i innych umiejętności społecznych.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652">
        <w:rPr>
          <w:rFonts w:ascii="Corbel" w:hAnsi="Corbel"/>
          <w:sz w:val="24"/>
          <w:szCs w:val="24"/>
        </w:rPr>
        <w:t>Problematyka ćwiczeń audytoryjnych</w:t>
      </w:r>
    </w:p>
    <w:p w:rsidR="001D4652" w:rsidRPr="001D4652" w:rsidRDefault="001D4652" w:rsidP="001D46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E6F2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Zagadnienia terminologiczne w diagnostyce pedagogicznej.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Geneza i podstawy teoretyczne diagnostyki pedagogicznej.</w:t>
            </w:r>
            <w:r>
              <w:rPr>
                <w:rFonts w:ascii="Corbel" w:hAnsi="Corbel"/>
                <w:sz w:val="24"/>
                <w:szCs w:val="24"/>
              </w:rPr>
              <w:t xml:space="preserve"> Przedstawiciele: Radlińska, Korczak, Kamiński,  Han-Ilgiewicz i inni.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Typy diagnoz, różnice w diagnozowaniu w zależności od rodzaju diagnozy. Normy w diagnostyce, </w:t>
            </w:r>
            <w:r>
              <w:rPr>
                <w:rFonts w:ascii="Corbel" w:hAnsi="Corbel"/>
                <w:sz w:val="24"/>
                <w:szCs w:val="24"/>
              </w:rPr>
              <w:t xml:space="preserve">wskaźniki,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odchylenia, średnia, </w:t>
            </w:r>
            <w:r>
              <w:rPr>
                <w:rFonts w:ascii="Corbel" w:hAnsi="Corbel"/>
                <w:sz w:val="24"/>
                <w:szCs w:val="24"/>
              </w:rPr>
              <w:t xml:space="preserve">miernik, </w:t>
            </w:r>
            <w:r w:rsidRPr="00041BA1">
              <w:rPr>
                <w:rFonts w:ascii="Corbel" w:hAnsi="Corbel"/>
                <w:sz w:val="24"/>
                <w:szCs w:val="24"/>
              </w:rPr>
              <w:t>prz</w:t>
            </w:r>
            <w:r>
              <w:rPr>
                <w:rFonts w:ascii="Corbel" w:hAnsi="Corbel"/>
                <w:sz w:val="24"/>
                <w:szCs w:val="24"/>
              </w:rPr>
              <w:t>eciętna, wzory, wzorce i modele.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Kontakt diagnostyczny, procedura diagnostyczna, pokonywanie oporu, profesjonalizm diagnosty, błędy i wadliwe nastawienia diagnosty.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Szczegółowa analiza metod i technik badawczych stosowanych w diagnostyce pedagogicznej na różnych poziomach i w różnych sytuacjach problemowych.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Pakiety i teczki diagnostyczne, groma</w:t>
            </w:r>
            <w:r>
              <w:rPr>
                <w:rFonts w:ascii="Corbel" w:hAnsi="Corbel"/>
                <w:sz w:val="24"/>
                <w:szCs w:val="24"/>
              </w:rPr>
              <w:t>dzenie narzędzi diagnostycznych, konstruowanie narzędzi dotyczących różnych problemów edukacyjnych. Kolokwium.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Semestr drugi: Analiza wybranych przykładów badań diagnostycznych. Ewaluacja i projektowanie pedagogiczne.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Projektowanie i przeprowadzenie badania o charakterze diagnostycznym oraz dokonanie analizy uzyskanych wyników wraz z ich prezentacją. Etapy, tabele, wykresy, interpretacje jakościowe.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Monitoring i ewaluacja w postępowaniu post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Zadania pedagoga w opiniowaniu dziecka, dokumentacja, przykłady praktyczne.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Tworzenie narzędzi diagnostycznych badających różne problemy edukacyjne, wychowawcze, opiekuńcze.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Analiza i interpretacja własnych działań diagnostycznych na podstawie studium indywidualnego przypadku.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dojrzałości szkolnej, przystosowania do warunków szkolnych, funkcjonowania w różnych rolach.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Diagnoza specyficznych </w:t>
            </w:r>
            <w:r w:rsidRPr="00041BA1">
              <w:rPr>
                <w:rFonts w:ascii="Corbel" w:hAnsi="Corbel"/>
                <w:sz w:val="24"/>
                <w:szCs w:val="24"/>
              </w:rPr>
              <w:t>trudności w uczeniu się.</w:t>
            </w:r>
            <w:r>
              <w:rPr>
                <w:rFonts w:ascii="Corbel" w:hAnsi="Corbel"/>
                <w:sz w:val="24"/>
                <w:szCs w:val="24"/>
              </w:rPr>
              <w:t xml:space="preserve"> Diagnozowanie środowiska szkolnego.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Kształtowanie umiejętności i kompetencji nauczyciela diagnosty.</w:t>
            </w:r>
            <w:r>
              <w:rPr>
                <w:rFonts w:ascii="Corbel" w:hAnsi="Corbel"/>
                <w:sz w:val="24"/>
                <w:szCs w:val="24"/>
              </w:rPr>
              <w:t xml:space="preserve">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1DE3" w:rsidRDefault="00551DE3" w:rsidP="00551DE3">
      <w:pPr>
        <w:jc w:val="both"/>
        <w:rPr>
          <w:rFonts w:ascii="Corbel" w:hAnsi="Corbel"/>
          <w:sz w:val="24"/>
          <w:szCs w:val="24"/>
        </w:rPr>
      </w:pPr>
      <w:r w:rsidRPr="00436C87">
        <w:rPr>
          <w:rFonts w:ascii="Corbel" w:hAnsi="Corbel"/>
          <w:sz w:val="24"/>
          <w:szCs w:val="24"/>
        </w:rPr>
        <w:t xml:space="preserve">Wykład </w:t>
      </w:r>
      <w:r w:rsidR="00392F6A">
        <w:rPr>
          <w:rFonts w:ascii="Corbel" w:hAnsi="Corbel"/>
          <w:sz w:val="24"/>
          <w:szCs w:val="24"/>
        </w:rPr>
        <w:t>problemowy</w:t>
      </w:r>
      <w:r>
        <w:rPr>
          <w:rFonts w:ascii="Corbel" w:hAnsi="Corbel"/>
          <w:sz w:val="24"/>
          <w:szCs w:val="24"/>
        </w:rPr>
        <w:t xml:space="preserve">, </w:t>
      </w:r>
      <w:r w:rsidRPr="00436C87">
        <w:rPr>
          <w:rFonts w:ascii="Corbel" w:hAnsi="Corbel"/>
          <w:sz w:val="24"/>
          <w:szCs w:val="24"/>
        </w:rPr>
        <w:t xml:space="preserve">z </w:t>
      </w:r>
      <w:r w:rsidR="00392F6A">
        <w:rPr>
          <w:rFonts w:ascii="Corbel" w:hAnsi="Corbel"/>
          <w:sz w:val="24"/>
          <w:szCs w:val="24"/>
        </w:rPr>
        <w:t>prezentacją multimedialną, film</w:t>
      </w:r>
    </w:p>
    <w:p w:rsidR="00551DE3" w:rsidRPr="00436C87" w:rsidRDefault="00551DE3" w:rsidP="00551DE3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436C87">
        <w:rPr>
          <w:rFonts w:ascii="Corbel" w:hAnsi="Corbel"/>
          <w:sz w:val="24"/>
          <w:szCs w:val="24"/>
        </w:rPr>
        <w:t>wiczenia projekcyjne, dyskusja, praca w grupach, rozwiązywanie zadań, ćwiczenia praktyczne, analiza i interpretacja tekstów źródłowych i indywidualnych przypadków, metoda projektów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7C70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C700C">
              <w:rPr>
                <w:rFonts w:ascii="Corbel" w:hAnsi="Corbel"/>
                <w:sz w:val="24"/>
                <w:szCs w:val="24"/>
              </w:rPr>
              <w:t>raca projektowa, teczka diagnostyczna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51DE3" w:rsidRPr="00041BA1" w:rsidRDefault="00551DE3" w:rsidP="00392F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Egzamin pisemny: testowy, warunkiem otrzymania pozytywnej oceny jest uzyskanie, co najmniej 51% maksymalnej liczby punków.</w:t>
            </w:r>
          </w:p>
          <w:p w:rsidR="00551DE3" w:rsidRPr="00041BA1" w:rsidRDefault="00551DE3" w:rsidP="00551DE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wykładów bez oceny– obecność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lektury.</w:t>
            </w:r>
          </w:p>
          <w:p w:rsidR="0085747A" w:rsidRPr="009C54AE" w:rsidRDefault="00551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ćwiczeń z oceną - systematyczne przygotowywanie się do ćwiczeń sprawdzane w formie tzw. wejściówek, aktywny merytorycznie udział w zajęciach, znajomość literatury zalecanej na zajęcia, przeprowadzenie badań diagnostycznych oraz napisaniu pracy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projektowej i jej prezentacja, zaliczenie 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w pierwszym i drugim semestrze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>kolokwium pisemnego obejmującego tematykę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05321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532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5321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5321D">
              <w:rPr>
                <w:rFonts w:ascii="Corbel" w:hAnsi="Corbel"/>
                <w:sz w:val="24"/>
                <w:szCs w:val="24"/>
              </w:rPr>
              <w:t> 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321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30C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130C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163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Diagnostyczno-stymulująca działalność pedagoga szkolnego w sytuacji opiekuńczo-wychowawczej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(red.) U Gruca-Miąsik, Rzeszów 2016. </w:t>
            </w:r>
          </w:p>
          <w:p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Gruca </w:t>
            </w:r>
            <w:r>
              <w:rPr>
                <w:rFonts w:ascii="Corbel" w:hAnsi="Corbel" w:cs="Calibri"/>
                <w:sz w:val="24"/>
                <w:szCs w:val="24"/>
              </w:rPr>
              <w:t>-</w:t>
            </w:r>
            <w:r w:rsidRPr="00041BA1">
              <w:rPr>
                <w:rFonts w:ascii="Corbel" w:hAnsi="Corbel" w:cs="Calibri"/>
                <w:sz w:val="24"/>
                <w:szCs w:val="24"/>
              </w:rPr>
              <w:t>Miąsik</w:t>
            </w:r>
            <w:r>
              <w:rPr>
                <w:rFonts w:ascii="Corbel" w:hAnsi="Corbel" w:cs="Calibri"/>
                <w:sz w:val="24"/>
                <w:szCs w:val="24"/>
              </w:rPr>
              <w:t xml:space="preserve"> U.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Prognoza pedagogiczna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Encyklopedia XXI wieku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>(</w:t>
            </w:r>
            <w:r w:rsidRPr="00041BA1">
              <w:rPr>
                <w:rFonts w:ascii="Corbel" w:hAnsi="Corbel" w:cs="Calibri"/>
                <w:sz w:val="24"/>
                <w:szCs w:val="24"/>
              </w:rPr>
              <w:t>red.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T. Pilch, Warszawa 2006.</w:t>
            </w:r>
          </w:p>
          <w:p w:rsidR="005358F0" w:rsidRPr="00041BA1" w:rsidRDefault="005358F0" w:rsidP="005358F0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Zastosowanie technik systemowych w diagnozowaniu rodzin i kandydatów na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 rodziców zastępczych</w:t>
            </w:r>
            <w:r w:rsidR="00811FEA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Diag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nostyka pedagogiczna i profilaktyka w szkole i środowisku lokalnym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(red.) M. Deptuła, Bydgoszcz 2004</w:t>
            </w:r>
          </w:p>
          <w:p w:rsidR="005358F0" w:rsidRPr="00041BA1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Hamer</w:t>
            </w:r>
            <w:r>
              <w:rPr>
                <w:rFonts w:ascii="Corbel" w:hAnsi="Corbel" w:cs="Calibri"/>
                <w:sz w:val="24"/>
                <w:szCs w:val="24"/>
              </w:rPr>
              <w:t xml:space="preserve"> H.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Rozwój umiejętności społecznych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Veda, Warszawa 1999.</w:t>
            </w:r>
          </w:p>
          <w:p w:rsidR="005358F0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E., </w:t>
            </w: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041BA1">
              <w:rPr>
                <w:rFonts w:ascii="Corbel" w:hAnsi="Corbel" w:cs="Calibri"/>
                <w:i/>
                <w:sz w:val="24"/>
                <w:szCs w:val="24"/>
              </w:rPr>
              <w:t>Diagnoza psychopedagogiczna, podstawowe problemy i rozwiązania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Żak, Warszawa 2006.</w:t>
            </w:r>
          </w:p>
          <w:p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Niemierk</w:t>
            </w:r>
            <w:r w:rsidR="00811FEA">
              <w:rPr>
                <w:rFonts w:ascii="Corbel" w:hAnsi="Corbel" w:cs="Calibri"/>
                <w:sz w:val="24"/>
                <w:szCs w:val="24"/>
              </w:rPr>
              <w:t>o B</w:t>
            </w:r>
            <w:r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Diagnoza edukacyjna</w:t>
            </w:r>
            <w:r>
              <w:rPr>
                <w:rFonts w:ascii="Corbel" w:hAnsi="Corbel" w:cs="Calibri"/>
                <w:sz w:val="24"/>
                <w:szCs w:val="24"/>
              </w:rPr>
              <w:t>, Warszawa 2009.</w:t>
            </w:r>
          </w:p>
          <w:p w:rsidR="005358F0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Obuchowki K.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Galaktyka potrzeb</w:t>
            </w:r>
            <w:r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:rsidR="00811FEA" w:rsidRPr="00041BA1" w:rsidRDefault="0035409D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Pilch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asady badań pedagogicznych</w:t>
            </w:r>
            <w:r w:rsidR="00811FEA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Skałbania B.,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Diagnostyka pedagogiczna. Wybrane obszary badawcze i rozwiązania praktyczne, </w:t>
            </w:r>
            <w:r>
              <w:rPr>
                <w:rFonts w:ascii="Corbel" w:hAnsi="Corbel" w:cs="Calibri"/>
                <w:sz w:val="24"/>
                <w:szCs w:val="24"/>
              </w:rPr>
              <w:t>Kraków 2019.</w:t>
            </w:r>
          </w:p>
          <w:p w:rsidR="005358F0" w:rsidRPr="0035409D" w:rsidRDefault="0035409D" w:rsidP="0035409D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Składanowski H. (red.)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Opis i analiza przypadku. Teoria i praktyka</w:t>
            </w:r>
            <w:r>
              <w:rPr>
                <w:rFonts w:ascii="Corbel" w:hAnsi="Corbel" w:cs="Calibri"/>
                <w:sz w:val="24"/>
                <w:szCs w:val="24"/>
              </w:rPr>
              <w:t>, Toruń 2001.</w:t>
            </w:r>
          </w:p>
          <w:p w:rsidR="00AF5984" w:rsidRDefault="00AF5984" w:rsidP="00AF5984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Człowiek a środowisko życia, podstawy teoretyczno-metodologiczne diagnozy,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2007.</w:t>
            </w:r>
          </w:p>
          <w:p w:rsidR="00AF5984" w:rsidRPr="00C07DA6" w:rsidRDefault="00AF5984" w:rsidP="00C07DA6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Wysocka E.,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Diagnostyka pedagogiczna. Nowe obszary i rozwiązania metodologiczne,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Kraków 2013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A23A3" w:rsidRPr="00041BA1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Deptuła M., </w:t>
            </w:r>
            <w:r w:rsidRPr="0041116B">
              <w:rPr>
                <w:rFonts w:ascii="Corbel" w:hAnsi="Corbel" w:cs="Calibri"/>
                <w:i/>
                <w:sz w:val="24"/>
                <w:szCs w:val="24"/>
              </w:rPr>
              <w:t>Szanse rozwoj</w:t>
            </w:r>
            <w:r w:rsidR="0035409D" w:rsidRPr="0041116B">
              <w:rPr>
                <w:rFonts w:ascii="Corbel" w:hAnsi="Corbel" w:cs="Calibri"/>
                <w:i/>
                <w:sz w:val="24"/>
                <w:szCs w:val="24"/>
              </w:rPr>
              <w:t>u psychospołecznego dzieci</w:t>
            </w:r>
            <w:r w:rsidR="0035409D">
              <w:rPr>
                <w:rFonts w:ascii="Corbel" w:hAnsi="Corbel" w:cs="Calibri"/>
                <w:sz w:val="24"/>
                <w:szCs w:val="24"/>
              </w:rPr>
              <w:t>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Bydgoszcz 1997.</w:t>
            </w:r>
          </w:p>
          <w:p w:rsidR="00CA23A3" w:rsidRPr="00041BA1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Wybrane obszary diagnozowania pedagogicznego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Katowice 2002.</w:t>
            </w:r>
          </w:p>
          <w:p w:rsidR="00CA23A3" w:rsidRPr="00041BA1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Kmiecik-Baran K.,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Narzędzia do rozpoznawania zagrożeń społecznych w szkole,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Wyd. Sekcji Krajowej Oświaty i Wychowania NSZZ „Solidarność” i MEN, Gdańsk 2000.</w:t>
            </w:r>
          </w:p>
          <w:p w:rsidR="00CA23A3" w:rsidRPr="00460355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lastRenderedPageBreak/>
              <w:t xml:space="preserve">Pilch T. Bauman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Zasady badań pedagogicznych. Strategie ilościowe i jakościowe,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2001.</w:t>
            </w:r>
          </w:p>
          <w:p w:rsidR="00CA23A3" w:rsidRPr="00C07DA6" w:rsidRDefault="00CA23A3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Radochoński M.,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Psychopatologia dla pedagogów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Rzeszów 1996.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F12" w:rsidRDefault="00031F12" w:rsidP="00C16ABF">
      <w:pPr>
        <w:spacing w:after="0" w:line="240" w:lineRule="auto"/>
      </w:pPr>
      <w:r>
        <w:separator/>
      </w:r>
    </w:p>
  </w:endnote>
  <w:endnote w:type="continuationSeparator" w:id="0">
    <w:p w:rsidR="00031F12" w:rsidRDefault="00031F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F12" w:rsidRDefault="00031F12" w:rsidP="00C16ABF">
      <w:pPr>
        <w:spacing w:after="0" w:line="240" w:lineRule="auto"/>
      </w:pPr>
      <w:r>
        <w:separator/>
      </w:r>
    </w:p>
  </w:footnote>
  <w:footnote w:type="continuationSeparator" w:id="0">
    <w:p w:rsidR="00031F12" w:rsidRDefault="00031F1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AD1528"/>
    <w:multiLevelType w:val="hybridMultilevel"/>
    <w:tmpl w:val="9F6A1A9E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F12"/>
    <w:rsid w:val="00042A51"/>
    <w:rsid w:val="00042D2E"/>
    <w:rsid w:val="00044C82"/>
    <w:rsid w:val="0005321D"/>
    <w:rsid w:val="00070ED6"/>
    <w:rsid w:val="000742DC"/>
    <w:rsid w:val="00084C12"/>
    <w:rsid w:val="0009462C"/>
    <w:rsid w:val="00094B12"/>
    <w:rsid w:val="00094EC7"/>
    <w:rsid w:val="00096C46"/>
    <w:rsid w:val="000A296F"/>
    <w:rsid w:val="000A2A28"/>
    <w:rsid w:val="000B192D"/>
    <w:rsid w:val="000B28EE"/>
    <w:rsid w:val="000B3E37"/>
    <w:rsid w:val="000B7A38"/>
    <w:rsid w:val="000D04B0"/>
    <w:rsid w:val="000F1C57"/>
    <w:rsid w:val="000F5615"/>
    <w:rsid w:val="001176FF"/>
    <w:rsid w:val="00124BFF"/>
    <w:rsid w:val="0012560E"/>
    <w:rsid w:val="00127108"/>
    <w:rsid w:val="00130CC9"/>
    <w:rsid w:val="00134B13"/>
    <w:rsid w:val="00146BC0"/>
    <w:rsid w:val="001521D3"/>
    <w:rsid w:val="00153C41"/>
    <w:rsid w:val="00154381"/>
    <w:rsid w:val="001640A7"/>
    <w:rsid w:val="00164FA7"/>
    <w:rsid w:val="00166A03"/>
    <w:rsid w:val="001718A7"/>
    <w:rsid w:val="001737CF"/>
    <w:rsid w:val="0017504F"/>
    <w:rsid w:val="00176083"/>
    <w:rsid w:val="001770C7"/>
    <w:rsid w:val="00192F37"/>
    <w:rsid w:val="001A70D2"/>
    <w:rsid w:val="001D465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DDE"/>
    <w:rsid w:val="00346FE9"/>
    <w:rsid w:val="0034759A"/>
    <w:rsid w:val="003503F6"/>
    <w:rsid w:val="00352A5C"/>
    <w:rsid w:val="003530DD"/>
    <w:rsid w:val="0035409D"/>
    <w:rsid w:val="00363F78"/>
    <w:rsid w:val="00392F6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16B"/>
    <w:rsid w:val="00414E3C"/>
    <w:rsid w:val="00416D27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8A3"/>
    <w:rsid w:val="004F5DE0"/>
    <w:rsid w:val="0050496F"/>
    <w:rsid w:val="00513B6F"/>
    <w:rsid w:val="00517C63"/>
    <w:rsid w:val="00526C94"/>
    <w:rsid w:val="005358F0"/>
    <w:rsid w:val="005363C4"/>
    <w:rsid w:val="00536BDE"/>
    <w:rsid w:val="00543ACC"/>
    <w:rsid w:val="00551DE3"/>
    <w:rsid w:val="0055562E"/>
    <w:rsid w:val="00561FBE"/>
    <w:rsid w:val="005668D9"/>
    <w:rsid w:val="0056696D"/>
    <w:rsid w:val="00573EF9"/>
    <w:rsid w:val="0059484D"/>
    <w:rsid w:val="005975D7"/>
    <w:rsid w:val="005A0855"/>
    <w:rsid w:val="005A3196"/>
    <w:rsid w:val="005A401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AF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00C"/>
    <w:rsid w:val="007D6E56"/>
    <w:rsid w:val="007F1652"/>
    <w:rsid w:val="007F4155"/>
    <w:rsid w:val="00811FEA"/>
    <w:rsid w:val="0081554D"/>
    <w:rsid w:val="0081707E"/>
    <w:rsid w:val="008302FB"/>
    <w:rsid w:val="008449B3"/>
    <w:rsid w:val="0085747A"/>
    <w:rsid w:val="008723EC"/>
    <w:rsid w:val="00884922"/>
    <w:rsid w:val="00885F64"/>
    <w:rsid w:val="008917F9"/>
    <w:rsid w:val="008A45F7"/>
    <w:rsid w:val="008B1592"/>
    <w:rsid w:val="008C0CC0"/>
    <w:rsid w:val="008C19A9"/>
    <w:rsid w:val="008C379D"/>
    <w:rsid w:val="008C5147"/>
    <w:rsid w:val="008C5359"/>
    <w:rsid w:val="008C5363"/>
    <w:rsid w:val="008C6B5B"/>
    <w:rsid w:val="008D3DFB"/>
    <w:rsid w:val="008D5B7C"/>
    <w:rsid w:val="008E64F4"/>
    <w:rsid w:val="008F12C9"/>
    <w:rsid w:val="008F6E29"/>
    <w:rsid w:val="00912F24"/>
    <w:rsid w:val="00916188"/>
    <w:rsid w:val="00923D7D"/>
    <w:rsid w:val="009508DF"/>
    <w:rsid w:val="00950DAC"/>
    <w:rsid w:val="00954A07"/>
    <w:rsid w:val="00997F14"/>
    <w:rsid w:val="009A6A28"/>
    <w:rsid w:val="009A78D9"/>
    <w:rsid w:val="009C1331"/>
    <w:rsid w:val="009C3E31"/>
    <w:rsid w:val="009C54AE"/>
    <w:rsid w:val="009C788E"/>
    <w:rsid w:val="009D1116"/>
    <w:rsid w:val="009E3B41"/>
    <w:rsid w:val="009E6F2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B7A"/>
    <w:rsid w:val="00A53FA5"/>
    <w:rsid w:val="00A54817"/>
    <w:rsid w:val="00A601C8"/>
    <w:rsid w:val="00A60799"/>
    <w:rsid w:val="00A74B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84"/>
    <w:rsid w:val="00B06142"/>
    <w:rsid w:val="00B135B1"/>
    <w:rsid w:val="00B3130B"/>
    <w:rsid w:val="00B40ADB"/>
    <w:rsid w:val="00B43B77"/>
    <w:rsid w:val="00B43E80"/>
    <w:rsid w:val="00B607DB"/>
    <w:rsid w:val="00B6423E"/>
    <w:rsid w:val="00B66529"/>
    <w:rsid w:val="00B75946"/>
    <w:rsid w:val="00B8056E"/>
    <w:rsid w:val="00B819C8"/>
    <w:rsid w:val="00B82308"/>
    <w:rsid w:val="00B90885"/>
    <w:rsid w:val="00BA32F9"/>
    <w:rsid w:val="00BB520A"/>
    <w:rsid w:val="00BD3869"/>
    <w:rsid w:val="00BD66E9"/>
    <w:rsid w:val="00BD6FF4"/>
    <w:rsid w:val="00BE3627"/>
    <w:rsid w:val="00BF2C41"/>
    <w:rsid w:val="00C058B4"/>
    <w:rsid w:val="00C05F44"/>
    <w:rsid w:val="00C07DA6"/>
    <w:rsid w:val="00C131B5"/>
    <w:rsid w:val="00C16ABF"/>
    <w:rsid w:val="00C170AE"/>
    <w:rsid w:val="00C24F18"/>
    <w:rsid w:val="00C26CB7"/>
    <w:rsid w:val="00C324C1"/>
    <w:rsid w:val="00C36992"/>
    <w:rsid w:val="00C41BF9"/>
    <w:rsid w:val="00C56036"/>
    <w:rsid w:val="00C57755"/>
    <w:rsid w:val="00C61DC5"/>
    <w:rsid w:val="00C67E92"/>
    <w:rsid w:val="00C70A26"/>
    <w:rsid w:val="00C766DF"/>
    <w:rsid w:val="00C94B98"/>
    <w:rsid w:val="00CA23A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20E"/>
    <w:rsid w:val="00D74119"/>
    <w:rsid w:val="00D8075B"/>
    <w:rsid w:val="00D8678B"/>
    <w:rsid w:val="00D93843"/>
    <w:rsid w:val="00DA2114"/>
    <w:rsid w:val="00DB1E3A"/>
    <w:rsid w:val="00DC44BB"/>
    <w:rsid w:val="00DE0707"/>
    <w:rsid w:val="00DE09C0"/>
    <w:rsid w:val="00DE0A29"/>
    <w:rsid w:val="00DE4A14"/>
    <w:rsid w:val="00DF320D"/>
    <w:rsid w:val="00DF71C8"/>
    <w:rsid w:val="00E129B8"/>
    <w:rsid w:val="00E21E7D"/>
    <w:rsid w:val="00E22FBC"/>
    <w:rsid w:val="00E24BF5"/>
    <w:rsid w:val="00E25338"/>
    <w:rsid w:val="00E47203"/>
    <w:rsid w:val="00E51E44"/>
    <w:rsid w:val="00E63348"/>
    <w:rsid w:val="00E77E88"/>
    <w:rsid w:val="00E8107D"/>
    <w:rsid w:val="00E960BB"/>
    <w:rsid w:val="00EA2074"/>
    <w:rsid w:val="00EA4832"/>
    <w:rsid w:val="00EA4E9D"/>
    <w:rsid w:val="00EB55FA"/>
    <w:rsid w:val="00EC4899"/>
    <w:rsid w:val="00ED03AB"/>
    <w:rsid w:val="00ED32D2"/>
    <w:rsid w:val="00EE32DE"/>
    <w:rsid w:val="00EE5457"/>
    <w:rsid w:val="00F00D66"/>
    <w:rsid w:val="00F070AB"/>
    <w:rsid w:val="00F17567"/>
    <w:rsid w:val="00F27A7B"/>
    <w:rsid w:val="00F526AF"/>
    <w:rsid w:val="00F617C3"/>
    <w:rsid w:val="00F7066B"/>
    <w:rsid w:val="00F83B28"/>
    <w:rsid w:val="00FA46E5"/>
    <w:rsid w:val="00FB4700"/>
    <w:rsid w:val="00FB7DBA"/>
    <w:rsid w:val="00FC1C25"/>
    <w:rsid w:val="00FC3F45"/>
    <w:rsid w:val="00FD503F"/>
    <w:rsid w:val="00FD7589"/>
    <w:rsid w:val="00FF016A"/>
    <w:rsid w:val="00FF1401"/>
    <w:rsid w:val="00FF5E7D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2E6B-4EA4-4129-88AB-B4B3624EF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1441</Words>
  <Characters>8651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2020-01-14T10:07:00Z</cp:lastPrinted>
  <dcterms:created xsi:type="dcterms:W3CDTF">2019-11-12T13:37:00Z</dcterms:created>
  <dcterms:modified xsi:type="dcterms:W3CDTF">2021-09-24T09:50:00Z</dcterms:modified>
</cp:coreProperties>
</file>